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6EA30F4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1DA21F4" w14:textId="77777777" w:rsidR="003F2C5F" w:rsidRPr="002040C7" w:rsidRDefault="003F2C5F" w:rsidP="003F2C5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78554ADB" w14:textId="77777777" w:rsidR="003F2C5F" w:rsidRPr="002040C7" w:rsidRDefault="003F2C5F" w:rsidP="003F2C5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B259CC1" w14:textId="77777777" w:rsidR="003F2C5F" w:rsidRPr="002040C7" w:rsidRDefault="003F2C5F" w:rsidP="003F2C5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7D1709CB" w:rsidR="00B67D39" w:rsidRPr="003F2C5F" w:rsidRDefault="003F2C5F" w:rsidP="003F2C5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A3C8A32" w:rsidR="00CC7E12" w:rsidRPr="00CC7E12" w:rsidRDefault="00CC7E12" w:rsidP="003B400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3B400E" w:rsidRPr="003B400E">
        <w:rPr>
          <w:rFonts w:cstheme="minorHAnsi"/>
          <w:b/>
          <w:iCs/>
        </w:rPr>
        <w:t>Wykonanie dokumentacji projektowej oraz wykonanie robót</w:t>
      </w:r>
      <w:r w:rsidR="003B400E">
        <w:rPr>
          <w:rFonts w:cstheme="minorHAnsi"/>
          <w:b/>
          <w:iCs/>
        </w:rPr>
        <w:t xml:space="preserve"> </w:t>
      </w:r>
      <w:r w:rsidR="003B400E" w:rsidRPr="003B400E">
        <w:rPr>
          <w:rFonts w:cstheme="minorHAnsi"/>
          <w:b/>
          <w:iCs/>
        </w:rPr>
        <w:t>budowlanych w zakresie rozbiórki (demontażu) unieczynnionej linii</w:t>
      </w:r>
      <w:r w:rsidR="003B400E">
        <w:rPr>
          <w:rFonts w:cstheme="minorHAnsi"/>
          <w:b/>
          <w:iCs/>
        </w:rPr>
        <w:t xml:space="preserve"> </w:t>
      </w:r>
      <w:r w:rsidR="003B400E" w:rsidRPr="003B400E">
        <w:rPr>
          <w:rFonts w:cstheme="minorHAnsi"/>
          <w:b/>
          <w:iCs/>
        </w:rPr>
        <w:t>napowietrznej WN 110kV w formule „pod klucz”</w:t>
      </w:r>
      <w:r w:rsidRPr="00CC7E12">
        <w:rPr>
          <w:rFonts w:cstheme="minorHAnsi"/>
        </w:rPr>
        <w:t xml:space="preserve">, nr </w:t>
      </w:r>
      <w:r w:rsidR="003F2C5F" w:rsidRPr="003F2C5F">
        <w:rPr>
          <w:rFonts w:cstheme="minorHAnsi"/>
          <w:b/>
        </w:rPr>
        <w:t>POST/DYS/OW/GZ/0</w:t>
      </w:r>
      <w:r w:rsidR="00D5696F">
        <w:rPr>
          <w:rFonts w:cstheme="minorHAnsi"/>
          <w:b/>
        </w:rPr>
        <w:t>403</w:t>
      </w:r>
      <w:r w:rsidR="003B400E">
        <w:rPr>
          <w:rFonts w:cstheme="minorHAnsi"/>
          <w:b/>
        </w:rPr>
        <w:t>4</w:t>
      </w:r>
      <w:r w:rsidR="003F2C5F" w:rsidRPr="003F2C5F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3F2C5F" w:rsidRPr="003F2C5F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4DBC3278" w14:textId="77777777" w:rsidR="00CC7E12" w:rsidRPr="00CC7E12" w:rsidRDefault="00CC7E12" w:rsidP="00F843FC">
      <w:pPr>
        <w:spacing w:before="120" w:after="120"/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F843FC">
      <w:pPr>
        <w:spacing w:before="120"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19946833" w14:textId="77777777" w:rsidR="00CC7E12" w:rsidRPr="00CC7E12" w:rsidRDefault="00CC7E12" w:rsidP="00F843FC">
      <w:pPr>
        <w:spacing w:before="120"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3D8697C9" w14:textId="77777777" w:rsidR="00CC7E12" w:rsidRPr="00CC7E12" w:rsidRDefault="00CC7E12" w:rsidP="00F843FC">
      <w:pPr>
        <w:spacing w:before="120"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D2B82" w14:textId="5FE7C2F3" w:rsidR="00CC7E12" w:rsidRPr="00CC7E12" w:rsidRDefault="00CC7E12" w:rsidP="00F843FC">
      <w:pPr>
        <w:spacing w:before="120"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24CCA02A" w14:textId="77777777" w:rsidR="003B400E" w:rsidRPr="003B400E" w:rsidRDefault="003B400E" w:rsidP="003B400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B400E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9293775" w14:textId="77777777" w:rsidR="003B400E" w:rsidRPr="003B400E" w:rsidRDefault="003B400E" w:rsidP="003B400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B400E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oraz wykonanie robót budowlanych w zakresie</w:t>
          </w:r>
        </w:p>
        <w:p w14:paraId="1D41794B" w14:textId="77777777" w:rsidR="003B400E" w:rsidRPr="003B400E" w:rsidRDefault="003B400E" w:rsidP="003B400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B400E">
            <w:rPr>
              <w:rFonts w:asciiTheme="majorHAnsi" w:hAnsiTheme="majorHAnsi"/>
              <w:color w:val="000000" w:themeColor="text1"/>
              <w:sz w:val="14"/>
              <w:szCs w:val="18"/>
            </w:rPr>
            <w:t>rozbiórki (demontażu) unieczynnionej linii napowietrznej WN 110kV w formule „pod</w:t>
          </w:r>
        </w:p>
        <w:p w14:paraId="73D6FA66" w14:textId="77777777" w:rsidR="003B400E" w:rsidRPr="003B400E" w:rsidRDefault="003B400E" w:rsidP="003B400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B400E">
            <w:rPr>
              <w:rFonts w:asciiTheme="majorHAnsi" w:hAnsiTheme="majorHAnsi"/>
              <w:color w:val="000000" w:themeColor="text1"/>
              <w:sz w:val="14"/>
              <w:szCs w:val="18"/>
            </w:rPr>
            <w:t>klucz”</w:t>
          </w:r>
        </w:p>
        <w:p w14:paraId="5205B493" w14:textId="19511830" w:rsidR="00347E8D" w:rsidRPr="006B2C28" w:rsidRDefault="003B400E" w:rsidP="003B400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B400E"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POST/DYS/OW/GZ/04034/2025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C66EFE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64232685">
    <w:abstractNumId w:val="17"/>
  </w:num>
  <w:num w:numId="2" w16cid:durableId="102501076">
    <w:abstractNumId w:val="7"/>
  </w:num>
  <w:num w:numId="3" w16cid:durableId="1137995064">
    <w:abstractNumId w:val="12"/>
  </w:num>
  <w:num w:numId="4" w16cid:durableId="577443679">
    <w:abstractNumId w:val="19"/>
  </w:num>
  <w:num w:numId="5" w16cid:durableId="1509104425">
    <w:abstractNumId w:val="17"/>
  </w:num>
  <w:num w:numId="6" w16cid:durableId="44183261">
    <w:abstractNumId w:val="17"/>
  </w:num>
  <w:num w:numId="7" w16cid:durableId="1214852954">
    <w:abstractNumId w:val="3"/>
  </w:num>
  <w:num w:numId="8" w16cid:durableId="2010139227">
    <w:abstractNumId w:val="26"/>
  </w:num>
  <w:num w:numId="9" w16cid:durableId="1443308234">
    <w:abstractNumId w:val="16"/>
  </w:num>
  <w:num w:numId="10" w16cid:durableId="2112897859">
    <w:abstractNumId w:val="4"/>
  </w:num>
  <w:num w:numId="11" w16cid:durableId="560599511">
    <w:abstractNumId w:val="13"/>
  </w:num>
  <w:num w:numId="12" w16cid:durableId="404912663">
    <w:abstractNumId w:val="11"/>
  </w:num>
  <w:num w:numId="13" w16cid:durableId="1695811228">
    <w:abstractNumId w:val="25"/>
  </w:num>
  <w:num w:numId="14" w16cid:durableId="656035312">
    <w:abstractNumId w:val="21"/>
  </w:num>
  <w:num w:numId="15" w16cid:durableId="1780055376">
    <w:abstractNumId w:val="15"/>
  </w:num>
  <w:num w:numId="16" w16cid:durableId="1490752636">
    <w:abstractNumId w:val="9"/>
  </w:num>
  <w:num w:numId="17" w16cid:durableId="1692220460">
    <w:abstractNumId w:val="5"/>
  </w:num>
  <w:num w:numId="18" w16cid:durableId="10687726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12909124">
    <w:abstractNumId w:val="0"/>
  </w:num>
  <w:num w:numId="20" w16cid:durableId="760103792">
    <w:abstractNumId w:val="27"/>
  </w:num>
  <w:num w:numId="21" w16cid:durableId="2039769918">
    <w:abstractNumId w:val="1"/>
  </w:num>
  <w:num w:numId="22" w16cid:durableId="1443920116">
    <w:abstractNumId w:val="14"/>
  </w:num>
  <w:num w:numId="23" w16cid:durableId="223106715">
    <w:abstractNumId w:val="10"/>
  </w:num>
  <w:num w:numId="24" w16cid:durableId="1925144118">
    <w:abstractNumId w:val="20"/>
  </w:num>
  <w:num w:numId="25" w16cid:durableId="563297316">
    <w:abstractNumId w:val="24"/>
  </w:num>
  <w:num w:numId="26" w16cid:durableId="256865668">
    <w:abstractNumId w:val="2"/>
  </w:num>
  <w:num w:numId="27" w16cid:durableId="1342316450">
    <w:abstractNumId w:val="23"/>
  </w:num>
  <w:num w:numId="28" w16cid:durableId="1076124789">
    <w:abstractNumId w:val="22"/>
  </w:num>
  <w:num w:numId="29" w16cid:durableId="17825316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0887378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37E5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07E1B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647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00E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2C5F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93D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4687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A52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0C9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5696F"/>
    <w:rsid w:val="00D6344F"/>
    <w:rsid w:val="00D80E4A"/>
    <w:rsid w:val="00D84A3D"/>
    <w:rsid w:val="00D85429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793A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43FC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– Oświadczenie o braku podstaw wykluczenia.docx</dmsv2BaseFileName>
    <dmsv2BaseDisplayName xmlns="http://schemas.microsoft.com/sharepoint/v3">Załącznik nr 4 – Oświadczenie o braku podstaw wykluczenia</dmsv2BaseDisplayName>
    <dmsv2SWPP2ObjectNumber xmlns="http://schemas.microsoft.com/sharepoint/v3">POST/DYS/OW/GZ/04034/2025                         </dmsv2SWPP2ObjectNumber>
    <dmsv2SWPP2SumMD5 xmlns="http://schemas.microsoft.com/sharepoint/v3">fe15bdd8b2999d50b811990bc84f5250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698202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23738838</dmsv2BaseClientSystemDocumentID>
    <dmsv2BaseModifiedByID xmlns="http://schemas.microsoft.com/sharepoint/v3">11909851</dmsv2BaseModifiedByID>
    <dmsv2BaseCreatedByID xmlns="http://schemas.microsoft.com/sharepoint/v3">11909851</dmsv2BaseCreatedByID>
    <dmsv2SWPP2ObjectDepartment xmlns="http://schemas.microsoft.com/sharepoint/v3">00000001000700050000000a00010001</dmsv2SWPP2ObjectDepartment>
    <dmsv2SWPP2ObjectName xmlns="http://schemas.microsoft.com/sharepoint/v3">Postępowanie</dmsv2SWPP2ObjectName>
    <_dlc_DocId xmlns="a19cb1c7-c5c7-46d4-85ae-d83685407bba">DPFVW34YURAE-150815970-13666</_dlc_DocId>
    <_dlc_DocIdUrl xmlns="a19cb1c7-c5c7-46d4-85ae-d83685407bba">
      <Url>https://swpp2.dms.gkpge.pl/sites/40/_layouts/15/DocIdRedir.aspx?ID=DPFVW34YURAE-150815970-13666</Url>
      <Description>DPFVW34YURAE-150815970-13666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A500F5FB-C692-4DD1-8D06-4E95FBA3D0FB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73B307E-2164-4804-B783-A420D7BB4ED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771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Matuszewski Paweł [PGE Dystr. O.Warszawa]</cp:lastModifiedBy>
  <cp:revision>2</cp:revision>
  <cp:lastPrinted>2024-07-15T11:21:00Z</cp:lastPrinted>
  <dcterms:created xsi:type="dcterms:W3CDTF">2025-11-14T13:34:00Z</dcterms:created>
  <dcterms:modified xsi:type="dcterms:W3CDTF">2025-11-14T13:34:00Z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e0e8e437-e888-4c5f-91e0-718579827d1e</vt:lpwstr>
  </property>
</Properties>
</file>